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332" w:rsidRDefault="00625332" w:rsidP="0062533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417F01">
        <w:t>9</w:t>
      </w:r>
      <w:r w:rsidR="003C78C2">
        <w:t>/</w:t>
      </w:r>
      <w:r w:rsidR="00EE7037">
        <w:t>0</w:t>
      </w:r>
      <w:r w:rsidR="00417F01">
        <w:t>4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17F01">
        <w:t>6. února</w:t>
      </w:r>
      <w:r>
        <w:t xml:space="preserve"> 201</w:t>
      </w:r>
      <w:r w:rsidR="004C600F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55723" w:rsidRPr="00870751" w:rsidRDefault="00870751" w:rsidP="00870751">
      <w:pPr>
        <w:pStyle w:val="Nadpis2"/>
        <w:jc w:val="both"/>
      </w:pPr>
      <w:r>
        <w:lastRenderedPageBreak/>
        <w:t xml:space="preserve">1) </w:t>
      </w:r>
      <w:r w:rsidR="00255723" w:rsidRPr="00255723">
        <w:t>Nevyhlášení konkurzu na vedoucí pracovní místo ředitele/</w:t>
      </w:r>
      <w:proofErr w:type="spellStart"/>
      <w:r w:rsidR="00255723" w:rsidRPr="00255723">
        <w:t>ky</w:t>
      </w:r>
      <w:proofErr w:type="spellEnd"/>
      <w:r w:rsidR="00255723" w:rsidRPr="00255723">
        <w:t xml:space="preserve"> Základní školy Strakonice, Krále Jiřího z Poděbrad 882 a neodvolání ředitele Základní školy Strakonice, Krále Jiřího z Poděbrad 882</w:t>
      </w:r>
    </w:p>
    <w:p w:rsidR="00255723" w:rsidRPr="00255723" w:rsidRDefault="00255723" w:rsidP="00255723"/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55723">
        <w:rPr>
          <w:b/>
          <w:bCs/>
          <w:u w:val="single"/>
        </w:rPr>
        <w:t>Návrh usnesení:</w:t>
      </w:r>
    </w:p>
    <w:p w:rsidR="00255723" w:rsidRPr="00255723" w:rsidRDefault="00255723" w:rsidP="00255723">
      <w:pPr>
        <w:widowControl w:val="0"/>
        <w:autoSpaceDE w:val="0"/>
        <w:autoSpaceDN w:val="0"/>
        <w:adjustRightInd w:val="0"/>
        <w:jc w:val="both"/>
      </w:pPr>
      <w:r w:rsidRPr="00255723">
        <w:t>RM po projednání</w:t>
      </w:r>
    </w:p>
    <w:p w:rsidR="00255723" w:rsidRPr="00255723" w:rsidRDefault="00255723" w:rsidP="002557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255723" w:rsidRPr="00255723" w:rsidRDefault="00255723" w:rsidP="00255723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>I. Rozhodla</w:t>
      </w:r>
    </w:p>
    <w:p w:rsidR="00255723" w:rsidRPr="00255723" w:rsidRDefault="002B5988" w:rsidP="00255723">
      <w:pPr>
        <w:jc w:val="both"/>
      </w:pPr>
      <w:r>
        <w:t>n</w:t>
      </w:r>
      <w:r w:rsidR="00255723" w:rsidRPr="00255723">
        <w:t>evyhlásit konkurz na vedoucí pracovní místo ředitele/</w:t>
      </w:r>
      <w:proofErr w:type="spellStart"/>
      <w:r w:rsidR="00255723" w:rsidRPr="00255723">
        <w:t>ky</w:t>
      </w:r>
      <w:proofErr w:type="spellEnd"/>
      <w:r w:rsidR="00255723" w:rsidRPr="00255723">
        <w:t xml:space="preserve"> Základní školy Strakonice, Krále Jiřího z Poděbrad 882 a neodvolat ředitele Základní školy Strakonice, Krále Jiřího z Poděbrad 882 z vedoucího pracovního místa. </w:t>
      </w:r>
    </w:p>
    <w:p w:rsidR="00CB1B9A" w:rsidRDefault="00CB1B9A" w:rsidP="0054675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54675B" w:rsidRPr="0054675B" w:rsidRDefault="0054675B" w:rsidP="0054675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675B">
        <w:rPr>
          <w:b/>
          <w:bCs/>
          <w:sz w:val="28"/>
          <w:u w:val="single"/>
        </w:rPr>
        <w:t>2) Nevyhlášení konkurzu na vedoucí pracovní místo ředitele/</w:t>
      </w:r>
      <w:proofErr w:type="spellStart"/>
      <w:r w:rsidRPr="0054675B">
        <w:rPr>
          <w:b/>
          <w:bCs/>
          <w:sz w:val="28"/>
          <w:u w:val="single"/>
        </w:rPr>
        <w:t>ky</w:t>
      </w:r>
      <w:proofErr w:type="spellEnd"/>
      <w:r w:rsidRPr="0054675B">
        <w:rPr>
          <w:b/>
          <w:bCs/>
          <w:sz w:val="28"/>
          <w:u w:val="single"/>
        </w:rPr>
        <w:t xml:space="preserve"> Mateřské školy U Parku, Strakonice, Plánkova 353 a neodvolání ředitelky Mateřské školy U Parku, Strakonice, Plánkova 353</w:t>
      </w:r>
    </w:p>
    <w:p w:rsidR="0054675B" w:rsidRPr="0054675B" w:rsidRDefault="0054675B" w:rsidP="0054675B"/>
    <w:p w:rsidR="0054675B" w:rsidRPr="0054675B" w:rsidRDefault="0054675B" w:rsidP="0054675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4675B">
        <w:rPr>
          <w:b/>
          <w:bCs/>
          <w:u w:val="single"/>
        </w:rPr>
        <w:t>Návrh usnesení:</w:t>
      </w:r>
    </w:p>
    <w:p w:rsidR="0054675B" w:rsidRPr="0054675B" w:rsidRDefault="0054675B" w:rsidP="0054675B">
      <w:pPr>
        <w:widowControl w:val="0"/>
        <w:autoSpaceDE w:val="0"/>
        <w:autoSpaceDN w:val="0"/>
        <w:adjustRightInd w:val="0"/>
        <w:jc w:val="both"/>
      </w:pPr>
      <w:r w:rsidRPr="0054675B">
        <w:t>RM po projednání</w:t>
      </w:r>
    </w:p>
    <w:p w:rsidR="0054675B" w:rsidRPr="0054675B" w:rsidRDefault="0054675B" w:rsidP="0054675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675B" w:rsidRPr="0054675B" w:rsidRDefault="0054675B" w:rsidP="0054675B">
      <w:pPr>
        <w:keepNext/>
        <w:jc w:val="both"/>
        <w:outlineLvl w:val="2"/>
        <w:rPr>
          <w:b/>
          <w:bCs/>
          <w:szCs w:val="26"/>
          <w:u w:val="single"/>
        </w:rPr>
      </w:pPr>
      <w:r w:rsidRPr="0054675B">
        <w:rPr>
          <w:b/>
          <w:bCs/>
          <w:szCs w:val="26"/>
          <w:u w:val="single"/>
        </w:rPr>
        <w:t>I. Rozhodla</w:t>
      </w:r>
    </w:p>
    <w:p w:rsidR="0054675B" w:rsidRPr="0054675B" w:rsidRDefault="002B5988" w:rsidP="0054675B">
      <w:pPr>
        <w:jc w:val="both"/>
      </w:pPr>
      <w:r>
        <w:t>n</w:t>
      </w:r>
      <w:r w:rsidR="0054675B" w:rsidRPr="0054675B">
        <w:t>evyhlásit konkurz na vedoucí pracovní místo ředitele/</w:t>
      </w:r>
      <w:proofErr w:type="spellStart"/>
      <w:r w:rsidR="0054675B" w:rsidRPr="0054675B">
        <w:t>ky</w:t>
      </w:r>
      <w:proofErr w:type="spellEnd"/>
      <w:r w:rsidR="0054675B" w:rsidRPr="0054675B">
        <w:t xml:space="preserve"> </w:t>
      </w:r>
      <w:r w:rsidR="0054675B" w:rsidRPr="0054675B">
        <w:rPr>
          <w:rFonts w:eastAsiaTheme="minorHAnsi"/>
          <w:lang w:eastAsia="en-US"/>
        </w:rPr>
        <w:t>Mateřské školy U Parku, Strakonice, Plánkova 353</w:t>
      </w:r>
      <w:r w:rsidR="0054675B" w:rsidRPr="0054675B">
        <w:t xml:space="preserve"> a neodvolat ředitelku </w:t>
      </w:r>
      <w:r w:rsidR="0054675B" w:rsidRPr="0054675B">
        <w:rPr>
          <w:rFonts w:eastAsiaTheme="minorHAnsi"/>
          <w:lang w:eastAsia="en-US"/>
        </w:rPr>
        <w:t>Mateřské školy U Parku, Strakonice, Plánkova 353,</w:t>
      </w:r>
      <w:r w:rsidR="0054675B" w:rsidRPr="0054675B">
        <w:t xml:space="preserve"> z vedoucího pracovního místa. </w:t>
      </w:r>
    </w:p>
    <w:p w:rsidR="00CB1B9A" w:rsidRDefault="00CB1B9A" w:rsidP="00CB1B9A">
      <w:pPr>
        <w:pStyle w:val="Nadpis2"/>
        <w:jc w:val="both"/>
      </w:pPr>
    </w:p>
    <w:p w:rsidR="00CB1B9A" w:rsidRDefault="00CB1B9A" w:rsidP="00CB1B9A">
      <w:pPr>
        <w:pStyle w:val="Nadpis2"/>
        <w:jc w:val="both"/>
      </w:pPr>
      <w:r>
        <w:t>3) Letní prázdninový provoz v mateřských školách zřizovaných městem Strakonice</w:t>
      </w:r>
    </w:p>
    <w:p w:rsidR="00CB1B9A" w:rsidRDefault="00CB1B9A" w:rsidP="00CB1B9A">
      <w:pPr>
        <w:jc w:val="both"/>
        <w:rPr>
          <w:i/>
          <w:iCs/>
        </w:rPr>
      </w:pPr>
    </w:p>
    <w:p w:rsidR="00CB1B9A" w:rsidRDefault="00CB1B9A" w:rsidP="00CB1B9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B1B9A" w:rsidRDefault="00CB1B9A" w:rsidP="00CB1B9A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CB1B9A" w:rsidRDefault="00CB1B9A" w:rsidP="00CB1B9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B1B9A" w:rsidRDefault="00CB1B9A" w:rsidP="00CB1B9A">
      <w:pPr>
        <w:pStyle w:val="Nadpis3"/>
      </w:pPr>
      <w:r>
        <w:t>I. Bere na vědomí</w:t>
      </w:r>
    </w:p>
    <w:p w:rsidR="00CB1B9A" w:rsidRDefault="00CB1B9A" w:rsidP="00CB1B9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prázdninový provoz v měsících červenci a srpnu 2019 v mateřských školách zřizovaných městem Strakonice.</w:t>
      </w:r>
    </w:p>
    <w:p w:rsidR="00CB1B9A" w:rsidRDefault="00CB1B9A" w:rsidP="00CB1B9A"/>
    <w:p w:rsidR="005A431B" w:rsidRDefault="005A431B" w:rsidP="005A431B">
      <w:pPr>
        <w:pStyle w:val="Nadpis2"/>
        <w:jc w:val="both"/>
      </w:pPr>
      <w:r>
        <w:t xml:space="preserve">4) Pozvánka do partnerského města </w:t>
      </w:r>
      <w:proofErr w:type="spellStart"/>
      <w:r>
        <w:t>Bad</w:t>
      </w:r>
      <w:proofErr w:type="spellEnd"/>
      <w:r>
        <w:t xml:space="preserve"> </w:t>
      </w:r>
      <w:proofErr w:type="spellStart"/>
      <w:r>
        <w:t>Salzungen</w:t>
      </w:r>
      <w:proofErr w:type="spellEnd"/>
    </w:p>
    <w:p w:rsidR="005A431B" w:rsidRDefault="005A431B" w:rsidP="005A431B">
      <w:pPr>
        <w:jc w:val="both"/>
        <w:rPr>
          <w:i/>
          <w:iCs/>
        </w:rPr>
      </w:pPr>
    </w:p>
    <w:p w:rsidR="005A431B" w:rsidRDefault="00C957A5" w:rsidP="005A431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</w:t>
      </w:r>
    </w:p>
    <w:p w:rsidR="005A431B" w:rsidRDefault="005A431B" w:rsidP="005A431B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5A431B" w:rsidRDefault="005A431B" w:rsidP="005A431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94588" w:rsidRPr="00F8723D" w:rsidRDefault="00594588" w:rsidP="00594588">
      <w:pPr>
        <w:pStyle w:val="Nadpis3"/>
        <w:rPr>
          <w:b w:val="0"/>
        </w:rPr>
      </w:pPr>
      <w:r w:rsidRPr="00F8723D">
        <w:t>I. Souhlasí</w:t>
      </w:r>
    </w:p>
    <w:p w:rsidR="00594588" w:rsidRPr="001218E2" w:rsidRDefault="00594588" w:rsidP="00594588">
      <w:pPr>
        <w:pStyle w:val="Bezmezer"/>
        <w:jc w:val="both"/>
        <w:rPr>
          <w:b/>
        </w:rPr>
      </w:pPr>
      <w:r w:rsidRPr="001218E2">
        <w:t xml:space="preserve">s návštěvou </w:t>
      </w:r>
      <w:r w:rsidR="00407EE9">
        <w:t xml:space="preserve">německého </w:t>
      </w:r>
      <w:r>
        <w:t xml:space="preserve">města </w:t>
      </w:r>
      <w:proofErr w:type="spellStart"/>
      <w:r w:rsidR="00407EE9">
        <w:t>Bad</w:t>
      </w:r>
      <w:proofErr w:type="spellEnd"/>
      <w:r w:rsidR="00407EE9">
        <w:t xml:space="preserve"> </w:t>
      </w:r>
      <w:proofErr w:type="spellStart"/>
      <w:r w:rsidR="00407EE9">
        <w:t>Salzungen</w:t>
      </w:r>
      <w:proofErr w:type="spellEnd"/>
      <w:r w:rsidR="00407EE9">
        <w:t xml:space="preserve"> ve dnech </w:t>
      </w:r>
      <w:proofErr w:type="gramStart"/>
      <w:r w:rsidR="00407EE9">
        <w:t>2</w:t>
      </w:r>
      <w:r w:rsidR="008A56AB">
        <w:t>8</w:t>
      </w:r>
      <w:r w:rsidR="00407EE9">
        <w:t>.-30</w:t>
      </w:r>
      <w:proofErr w:type="gramEnd"/>
      <w:r w:rsidR="00407EE9">
        <w:t>. června 2019</w:t>
      </w:r>
      <w:r>
        <w:t xml:space="preserve">, město Strakonice bude zastupovat </w:t>
      </w:r>
      <w:r w:rsidR="00C957A5">
        <w:t>st</w:t>
      </w:r>
      <w:r w:rsidR="00973609">
        <w:t>arosta Mgr. Břetislav Hrdlička.</w:t>
      </w:r>
    </w:p>
    <w:p w:rsidR="005A431B" w:rsidRDefault="005A431B" w:rsidP="005A431B"/>
    <w:p w:rsidR="00047944" w:rsidRDefault="00047944" w:rsidP="00047944">
      <w:pPr>
        <w:pStyle w:val="Nadpis2"/>
        <w:jc w:val="both"/>
      </w:pPr>
      <w:r>
        <w:t>5) Individuální dotace – Prácheňský soubor písní a tanců</w:t>
      </w:r>
    </w:p>
    <w:p w:rsidR="00047944" w:rsidRDefault="00047944" w:rsidP="00047944">
      <w:pPr>
        <w:jc w:val="both"/>
        <w:rPr>
          <w:i/>
          <w:iCs/>
        </w:rPr>
      </w:pPr>
    </w:p>
    <w:p w:rsidR="00047944" w:rsidRDefault="00047944" w:rsidP="0004794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47944" w:rsidRDefault="00047944" w:rsidP="00047944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047944" w:rsidRDefault="00047944" w:rsidP="0004794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47944" w:rsidRPr="003F1855" w:rsidRDefault="00047944" w:rsidP="0004794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047944" w:rsidRDefault="00047944" w:rsidP="00047944">
      <w:pPr>
        <w:jc w:val="both"/>
      </w:pPr>
      <w:r>
        <w:t xml:space="preserve">s poskytnutím individuální dotace </w:t>
      </w:r>
      <w:r w:rsidR="00871B38">
        <w:t xml:space="preserve">Prácheňskému souboru písní a tanců Strakonice, z. </w:t>
      </w:r>
      <w:proofErr w:type="gramStart"/>
      <w:r w:rsidR="00871B38">
        <w:t>s.</w:t>
      </w:r>
      <w:proofErr w:type="gramEnd"/>
      <w:r w:rsidR="00871B38">
        <w:t xml:space="preserve">, Mírová 932, 386 01 Strakonice, IČ 60650427 na dopravu do partnerského města </w:t>
      </w:r>
      <w:proofErr w:type="spellStart"/>
      <w:r w:rsidR="00871B38">
        <w:t>Bad</w:t>
      </w:r>
      <w:proofErr w:type="spellEnd"/>
      <w:r w:rsidR="00871B38">
        <w:t xml:space="preserve"> </w:t>
      </w:r>
      <w:proofErr w:type="spellStart"/>
      <w:r w:rsidR="00871B38">
        <w:t>Salzungen</w:t>
      </w:r>
      <w:proofErr w:type="spellEnd"/>
      <w:r w:rsidR="00871B38">
        <w:t xml:space="preserve"> na hudební a taneční slavnosti v termínu od 27. 6. do 1. 7. 2019. </w:t>
      </w:r>
      <w:r>
        <w:t xml:space="preserve"> </w:t>
      </w:r>
    </w:p>
    <w:p w:rsidR="00047944" w:rsidRPr="005C3E20" w:rsidRDefault="00047944" w:rsidP="00047944">
      <w:pPr>
        <w:pStyle w:val="Nadpis3"/>
      </w:pPr>
      <w:r w:rsidRPr="005C3E20">
        <w:t>II. Souhlasí</w:t>
      </w:r>
    </w:p>
    <w:p w:rsidR="00047944" w:rsidRDefault="00047944" w:rsidP="00047944">
      <w:pPr>
        <w:jc w:val="both"/>
      </w:pPr>
      <w:r>
        <w:t>s uzavřením veřejnoprávní smlouvy v</w:t>
      </w:r>
      <w:r w:rsidR="006B32A2">
        <w:t> </w:t>
      </w:r>
      <w:r>
        <w:t>předloženém</w:t>
      </w:r>
      <w:r w:rsidR="006B32A2">
        <w:t xml:space="preserve"> znění</w:t>
      </w:r>
      <w:r>
        <w:t xml:space="preserve">.  </w:t>
      </w:r>
    </w:p>
    <w:p w:rsidR="00047944" w:rsidRDefault="00047944" w:rsidP="00047944">
      <w:pPr>
        <w:pStyle w:val="Nadpis3"/>
      </w:pPr>
      <w:r w:rsidRPr="005C3E20">
        <w:t>III. Pověřuje</w:t>
      </w:r>
    </w:p>
    <w:p w:rsidR="00047944" w:rsidRPr="005C3E20" w:rsidRDefault="00047944" w:rsidP="00047944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047944" w:rsidRDefault="00047944" w:rsidP="00047944"/>
    <w:p w:rsidR="00C75EA3" w:rsidRDefault="00C75EA3" w:rsidP="00CB1B9A"/>
    <w:p w:rsidR="00C75EA3" w:rsidRDefault="00C75EA3" w:rsidP="00C75EA3">
      <w:pPr>
        <w:pStyle w:val="Nadpis2"/>
        <w:jc w:val="both"/>
      </w:pPr>
      <w:r>
        <w:t>6) Objednávky odboru školství a cestovního ruchu – říjen-prosinec 2018</w:t>
      </w:r>
    </w:p>
    <w:p w:rsidR="00C75EA3" w:rsidRDefault="00C75EA3" w:rsidP="00C75EA3">
      <w:pPr>
        <w:jc w:val="both"/>
        <w:rPr>
          <w:i/>
          <w:iCs/>
        </w:rPr>
      </w:pPr>
    </w:p>
    <w:p w:rsidR="00C75EA3" w:rsidRDefault="00C75EA3" w:rsidP="00C75EA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75EA3" w:rsidRDefault="00C75EA3" w:rsidP="00C75EA3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C75EA3" w:rsidRDefault="00C75EA3" w:rsidP="00C75EA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75EA3" w:rsidRPr="003F1855" w:rsidRDefault="00C75EA3" w:rsidP="00C75EA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Bere na vědomí</w:t>
      </w:r>
    </w:p>
    <w:p w:rsidR="00C75EA3" w:rsidRDefault="00C75EA3" w:rsidP="00C75EA3">
      <w:pPr>
        <w:jc w:val="both"/>
      </w:pPr>
      <w:r>
        <w:t>přehled objednávek vystavených odborem školství a cestovního ruchu za období 1.10.-</w:t>
      </w:r>
      <w:proofErr w:type="gramStart"/>
      <w:r>
        <w:t>31.12.2018</w:t>
      </w:r>
      <w:proofErr w:type="gramEnd"/>
      <w:r>
        <w:t xml:space="preserve">.  </w:t>
      </w:r>
    </w:p>
    <w:p w:rsidR="00C75EA3" w:rsidRDefault="00C75EA3" w:rsidP="00CB1B9A"/>
    <w:p w:rsidR="00394897" w:rsidRPr="00394897" w:rsidRDefault="00394897" w:rsidP="00394897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7</w:t>
      </w:r>
      <w:r w:rsidRPr="00394897">
        <w:rPr>
          <w:b/>
          <w:color w:val="000000"/>
          <w:sz w:val="28"/>
          <w:szCs w:val="28"/>
          <w:u w:val="single"/>
        </w:rPr>
        <w:t>) Žádost o změnu v povolení výjimky z počtu dětí ve třídě mateřské školy v MŠ Strakonice, Lidická 625</w:t>
      </w:r>
    </w:p>
    <w:p w:rsidR="00394897" w:rsidRPr="00394897" w:rsidRDefault="00394897" w:rsidP="00394897"/>
    <w:p w:rsidR="00394897" w:rsidRPr="00394897" w:rsidRDefault="00394897" w:rsidP="0039489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 w:rsidRPr="00394897">
        <w:rPr>
          <w:b/>
          <w:bCs/>
          <w:u w:val="single"/>
        </w:rPr>
        <w:t>Návrh usnesení:</w:t>
      </w:r>
    </w:p>
    <w:p w:rsidR="00394897" w:rsidRPr="00394897" w:rsidRDefault="00394897" w:rsidP="00394897">
      <w:pPr>
        <w:widowControl w:val="0"/>
        <w:autoSpaceDE w:val="0"/>
        <w:autoSpaceDN w:val="0"/>
        <w:adjustRightInd w:val="0"/>
        <w:jc w:val="both"/>
      </w:pPr>
      <w:r w:rsidRPr="00394897">
        <w:t>RM po projednání:</w:t>
      </w:r>
    </w:p>
    <w:p w:rsidR="00394897" w:rsidRPr="00394897" w:rsidRDefault="00394897" w:rsidP="0039489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394897" w:rsidRPr="00394897" w:rsidRDefault="00394897" w:rsidP="00394897">
      <w:pPr>
        <w:keepNext/>
        <w:keepLines/>
        <w:spacing w:before="40"/>
        <w:outlineLvl w:val="2"/>
        <w:rPr>
          <w:b/>
          <w:u w:val="single"/>
        </w:rPr>
      </w:pPr>
      <w:r w:rsidRPr="00394897">
        <w:rPr>
          <w:b/>
          <w:u w:val="single"/>
        </w:rPr>
        <w:t>I. Souhlasí</w:t>
      </w:r>
    </w:p>
    <w:p w:rsidR="00394897" w:rsidRPr="00394897" w:rsidRDefault="00394897" w:rsidP="00394897">
      <w:pPr>
        <w:jc w:val="both"/>
      </w:pPr>
      <w:r w:rsidRPr="00394897">
        <w:t>s povolením výjimky z počtu dětí ve třídě mateřské školy pro školní rok 2018/2019 v MŠ Strakonice, Lidická 625, v odloučeném pracovišti Spojařů 1260 v 1. třídě na 19 dětí, ve 2. a ve 3. třídě na 28 dětí a ve 4. třídě na 27 dětí za předpokladu, že zvýšení počtu dětí nebude na újmu kvalitě vzdělávací činnosti školy a při splnění podmínek bezpečnosti a ochrany zdraví.</w:t>
      </w:r>
    </w:p>
    <w:p w:rsidR="00394897" w:rsidRPr="00CB1B9A" w:rsidRDefault="00394897" w:rsidP="00CB1B9A"/>
    <w:sectPr w:rsidR="00394897" w:rsidRPr="00CB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B7310"/>
    <w:multiLevelType w:val="hybridMultilevel"/>
    <w:tmpl w:val="38C42CB8"/>
    <w:lvl w:ilvl="0" w:tplc="3E5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164D3"/>
    <w:rsid w:val="00047944"/>
    <w:rsid w:val="00065314"/>
    <w:rsid w:val="00077160"/>
    <w:rsid w:val="000B3CE3"/>
    <w:rsid w:val="000C31AD"/>
    <w:rsid w:val="000D5FAD"/>
    <w:rsid w:val="00181B71"/>
    <w:rsid w:val="001C45EF"/>
    <w:rsid w:val="001D4E71"/>
    <w:rsid w:val="001E549E"/>
    <w:rsid w:val="001F155E"/>
    <w:rsid w:val="001F4C10"/>
    <w:rsid w:val="00255723"/>
    <w:rsid w:val="0026490C"/>
    <w:rsid w:val="00296628"/>
    <w:rsid w:val="002A5554"/>
    <w:rsid w:val="002B5988"/>
    <w:rsid w:val="002D5BE8"/>
    <w:rsid w:val="003015BF"/>
    <w:rsid w:val="00363CE7"/>
    <w:rsid w:val="00363E7D"/>
    <w:rsid w:val="00364546"/>
    <w:rsid w:val="003725C1"/>
    <w:rsid w:val="0037322C"/>
    <w:rsid w:val="00394897"/>
    <w:rsid w:val="003B1B59"/>
    <w:rsid w:val="003C17E5"/>
    <w:rsid w:val="003C633A"/>
    <w:rsid w:val="003C78C2"/>
    <w:rsid w:val="003E682E"/>
    <w:rsid w:val="003F0702"/>
    <w:rsid w:val="003F1855"/>
    <w:rsid w:val="003F5A23"/>
    <w:rsid w:val="00407EE9"/>
    <w:rsid w:val="00416462"/>
    <w:rsid w:val="00417F01"/>
    <w:rsid w:val="004501E6"/>
    <w:rsid w:val="004502B1"/>
    <w:rsid w:val="00465191"/>
    <w:rsid w:val="0047067D"/>
    <w:rsid w:val="004A7A94"/>
    <w:rsid w:val="004C600F"/>
    <w:rsid w:val="00505229"/>
    <w:rsid w:val="0054675B"/>
    <w:rsid w:val="00594588"/>
    <w:rsid w:val="005A431B"/>
    <w:rsid w:val="005B5C7A"/>
    <w:rsid w:val="005F0214"/>
    <w:rsid w:val="00625332"/>
    <w:rsid w:val="00694B76"/>
    <w:rsid w:val="006A5837"/>
    <w:rsid w:val="006B32A2"/>
    <w:rsid w:val="006B5D46"/>
    <w:rsid w:val="006D339D"/>
    <w:rsid w:val="00746640"/>
    <w:rsid w:val="00793D83"/>
    <w:rsid w:val="007A4454"/>
    <w:rsid w:val="007B1D87"/>
    <w:rsid w:val="007F73FB"/>
    <w:rsid w:val="00812ACC"/>
    <w:rsid w:val="00833551"/>
    <w:rsid w:val="00870751"/>
    <w:rsid w:val="00871B38"/>
    <w:rsid w:val="008846B6"/>
    <w:rsid w:val="008A56AB"/>
    <w:rsid w:val="008A6582"/>
    <w:rsid w:val="008F0A58"/>
    <w:rsid w:val="00912B4D"/>
    <w:rsid w:val="00920D19"/>
    <w:rsid w:val="0092333F"/>
    <w:rsid w:val="00973609"/>
    <w:rsid w:val="00987B5E"/>
    <w:rsid w:val="0099277E"/>
    <w:rsid w:val="009C229D"/>
    <w:rsid w:val="009E26DB"/>
    <w:rsid w:val="009E6193"/>
    <w:rsid w:val="00A00312"/>
    <w:rsid w:val="00A432F0"/>
    <w:rsid w:val="00A666D1"/>
    <w:rsid w:val="00A6727D"/>
    <w:rsid w:val="00A72ACE"/>
    <w:rsid w:val="00A93681"/>
    <w:rsid w:val="00AE3BF8"/>
    <w:rsid w:val="00AE5FC5"/>
    <w:rsid w:val="00B06949"/>
    <w:rsid w:val="00B221BA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64F30"/>
    <w:rsid w:val="00C75EA3"/>
    <w:rsid w:val="00C957A5"/>
    <w:rsid w:val="00CA334F"/>
    <w:rsid w:val="00CB1B9A"/>
    <w:rsid w:val="00CB6DDB"/>
    <w:rsid w:val="00CD41B8"/>
    <w:rsid w:val="00D067D8"/>
    <w:rsid w:val="00D35C64"/>
    <w:rsid w:val="00D87524"/>
    <w:rsid w:val="00D950C3"/>
    <w:rsid w:val="00DB2AB0"/>
    <w:rsid w:val="00DE1C05"/>
    <w:rsid w:val="00E20226"/>
    <w:rsid w:val="00E34FEC"/>
    <w:rsid w:val="00E74C39"/>
    <w:rsid w:val="00EC6FEB"/>
    <w:rsid w:val="00EE2AC7"/>
    <w:rsid w:val="00EE703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94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132</TotalTime>
  <Pages>3</Pages>
  <Words>444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26</cp:revision>
  <cp:lastPrinted>2018-11-13T12:15:00Z</cp:lastPrinted>
  <dcterms:created xsi:type="dcterms:W3CDTF">2019-01-28T10:30:00Z</dcterms:created>
  <dcterms:modified xsi:type="dcterms:W3CDTF">2019-01-30T15:11:00Z</dcterms:modified>
</cp:coreProperties>
</file>